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53E43">
        <w:rPr>
          <w:rFonts w:ascii="Corbel" w:hAnsi="Corbel"/>
          <w:i/>
          <w:smallCaps/>
          <w:sz w:val="24"/>
          <w:szCs w:val="24"/>
        </w:rPr>
        <w:t>202</w:t>
      </w:r>
      <w:r w:rsidR="00306AB0">
        <w:rPr>
          <w:rFonts w:ascii="Corbel" w:hAnsi="Corbel"/>
          <w:i/>
          <w:smallCaps/>
          <w:sz w:val="24"/>
          <w:szCs w:val="24"/>
        </w:rPr>
        <w:t>1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306AB0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FB24AC">
        <w:rPr>
          <w:rFonts w:ascii="Corbel" w:hAnsi="Corbel"/>
          <w:sz w:val="20"/>
          <w:szCs w:val="20"/>
        </w:rPr>
        <w:t>202</w:t>
      </w:r>
      <w:r w:rsidR="00306AB0">
        <w:rPr>
          <w:rFonts w:ascii="Corbel" w:hAnsi="Corbel"/>
          <w:sz w:val="20"/>
          <w:szCs w:val="20"/>
        </w:rPr>
        <w:t>2</w:t>
      </w:r>
      <w:r w:rsidR="00FB24AC">
        <w:rPr>
          <w:rFonts w:ascii="Corbel" w:hAnsi="Corbel"/>
          <w:sz w:val="20"/>
          <w:szCs w:val="20"/>
        </w:rPr>
        <w:t>/202</w:t>
      </w:r>
      <w:r w:rsidR="00306AB0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35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pomocy społecznej w profilaktyce następczej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54B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54B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24A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5C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3563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E5C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D54B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  <w:bookmarkStart w:id="0" w:name="_GoBack"/>
      <w:bookmarkEnd w:id="0"/>
    </w:p>
    <w:p w:rsidR="00507763" w:rsidRDefault="005077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77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projektowania oddziaływań profilaktycznych oraz metodologii badań pedagogicznych.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77471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77471B">
              <w:rPr>
                <w:rFonts w:ascii="Corbel" w:hAnsi="Corbel"/>
                <w:b w:val="0"/>
                <w:sz w:val="24"/>
                <w:szCs w:val="24"/>
              </w:rPr>
              <w:t xml:space="preserve">podstawowymi instytucjami pomocy społecznej, ich celami, zadaniami i podstawami funkcjonowania.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 modelami o koncepcjami oraz aksjologicznymi podstawami funkcjonowania instytucji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 xml:space="preserve"> pomocy społecznej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sparcia, interwencji kryzysowej i uzupełniających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funkcje rodziny.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na temat zasobów pomocy społecznej i instrumentach oddziaływań profilaktycznych.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odpowiedzialności etycznej pracownika socjalnego i innych pracowników instytucji pomocy społecznej.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rolę i zadania podstawowych instytucji pomocy społecznej, realizujących zadania w zakresie profilaktyki. </w:t>
            </w:r>
          </w:p>
        </w:tc>
        <w:tc>
          <w:tcPr>
            <w:tcW w:w="1873" w:type="dxa"/>
          </w:tcPr>
          <w:p w:rsidR="009938FF" w:rsidRP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strukturę polityki społecznej w Polsce w odniesieniu do obszaru prowadzonych oddziaływań i charakterystyki odbiorców tych działań. </w:t>
            </w:r>
          </w:p>
        </w:tc>
        <w:tc>
          <w:tcPr>
            <w:tcW w:w="1873" w:type="dxa"/>
          </w:tcPr>
          <w:p w:rsidR="009938FF" w:rsidRP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zbiór działań  profilaktycznych w odniesieniu do wybranego problemu społecznego, które może realizować wybrana instytucja pomocy społecznej. </w:t>
            </w:r>
          </w:p>
        </w:tc>
        <w:tc>
          <w:tcPr>
            <w:tcW w:w="1873" w:type="dxa"/>
          </w:tcPr>
          <w:p w:rsidR="004169A9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  <w:r w:rsidR="004169A9">
              <w:rPr>
                <w:rFonts w:ascii="Corbel" w:hAnsi="Corbel"/>
                <w:sz w:val="24"/>
              </w:rPr>
              <w:t xml:space="preserve"> </w:t>
            </w:r>
          </w:p>
          <w:p w:rsidR="009938FF" w:rsidRP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K_U09</w:t>
            </w: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przeanalizuje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przepisy prawa regulujące funkcjonowanie instytucji pomocy społecznej. </w:t>
            </w:r>
          </w:p>
        </w:tc>
        <w:tc>
          <w:tcPr>
            <w:tcW w:w="1873" w:type="dxa"/>
          </w:tcPr>
          <w:p w:rsidR="00A166CD" w:rsidRP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48704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487043">
              <w:rPr>
                <w:rFonts w:ascii="Corbel" w:hAnsi="Corbel"/>
                <w:b w:val="0"/>
                <w:smallCaps w:val="0"/>
                <w:szCs w:val="24"/>
              </w:rPr>
              <w:t>Student zaprezentuje postawę odpowiedzialności za etyczność prowadzonych oddziaływań profilaktycznych, zachowa ostrożność w czasie analizowania poszczególnych zjawisk patologicznych.</w:t>
            </w:r>
          </w:p>
        </w:tc>
        <w:tc>
          <w:tcPr>
            <w:tcW w:w="1873" w:type="dxa"/>
          </w:tcPr>
          <w:p w:rsidR="009938FF" w:rsidRPr="009938FF" w:rsidRDefault="0048704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 podstawowych pojęć: profilaktyka, profilaktyka następcza, pomoc społeczna.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71B">
              <w:rPr>
                <w:rFonts w:ascii="Corbel" w:hAnsi="Corbel"/>
                <w:sz w:val="24"/>
                <w:szCs w:val="24"/>
              </w:rPr>
              <w:t>Instytucje pomocy społecznej w Polsce ujęciu historycznym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5173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instytucji opieki do pomocy społecznej – kwestia pojęć czy realiów?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Aktualny system pomocy społecznej w Polsce- ogólne założenia.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Podmioty polityki społecznej. Samorząd terytorialny w pomocy społecznej.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Jednostki organizacyjne pomocy społecznej.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Instytucja pomocy społecznej – wsparcia, interwencji kryzysowej, uzupełniające funkcje rodziny.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Formy opieki na dziećmi i rodziną. Formy opieki na rzecz osób starszych, niepełnosprawnych, przewlekle chorych.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w pomocy społecznej.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w profilaktyce społecznej i następczej w odniesieniu do zadań instytucji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48704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 xml:space="preserve">tywna ocena z przygotowanej pracy </w:t>
            </w:r>
            <w:proofErr w:type="spellStart"/>
            <w:r w:rsidR="00487043">
              <w:rPr>
                <w:rFonts w:ascii="Corbel" w:hAnsi="Corbel"/>
                <w:b w:val="0"/>
                <w:smallCaps w:val="0"/>
                <w:szCs w:val="24"/>
              </w:rPr>
              <w:t>pojektowej</w:t>
            </w:r>
            <w:proofErr w:type="spellEnd"/>
            <w:r w:rsidR="0048704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E5C8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87043">
              <w:rPr>
                <w:rFonts w:ascii="Corbel" w:hAnsi="Corbel"/>
                <w:sz w:val="24"/>
                <w:szCs w:val="24"/>
              </w:rPr>
              <w:t xml:space="preserve"> </w:t>
            </w:r>
            <w:r w:rsidR="00A86535">
              <w:rPr>
                <w:rFonts w:ascii="Corbel" w:hAnsi="Corbel"/>
                <w:sz w:val="24"/>
                <w:szCs w:val="24"/>
              </w:rPr>
              <w:t>(</w:t>
            </w:r>
            <w:r w:rsidR="00487043">
              <w:rPr>
                <w:rFonts w:ascii="Corbel" w:hAnsi="Corbel"/>
                <w:sz w:val="24"/>
                <w:szCs w:val="24"/>
              </w:rPr>
              <w:t>przygotowanie do zajęć,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E5C8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87043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2372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Maciejko W.,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Kołaczkowski B., Ratajczak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społeczna. Wybrane instytucje pomocy rodzinie i dziecku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Kaźmierczak T., Łuczyńska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Zalewski D.,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Opieka i pomoc społeczna. Dynamika instytucji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2005. </w:t>
            </w:r>
          </w:p>
          <w:p w:rsidR="0019669F" w:rsidRPr="009C54AE" w:rsidRDefault="0019669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669F" w:rsidRPr="0019669F" w:rsidRDefault="0019669F" w:rsidP="0019669F">
            <w:pPr>
              <w:spacing w:after="0"/>
              <w:rPr>
                <w:sz w:val="24"/>
                <w:szCs w:val="24"/>
              </w:rPr>
            </w:pPr>
            <w:proofErr w:type="spellStart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Szpringer</w:t>
            </w:r>
            <w:proofErr w:type="spellEnd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19669F">
              <w:rPr>
                <w:rFonts w:ascii="Corbel" w:hAnsi="Corbel"/>
                <w:i/>
                <w:color w:val="000000"/>
                <w:sz w:val="24"/>
                <w:szCs w:val="24"/>
              </w:rPr>
              <w:t>Profilaktyka społeczna : rodzina, szkoła, środowisko lokalne</w:t>
            </w: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, Kielce 2004.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Bielecka E. (red.),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 Białystok 2006.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Doliński A., Gajewska G., Rewińska E.,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Teoretyczno-metodyczne aspekty korekcji </w:t>
            </w:r>
            <w:proofErr w:type="spellStart"/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zachowań</w:t>
            </w:r>
            <w:proofErr w:type="spellEnd"/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: programy profilaktyczne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Zielona Góra 2004.</w:t>
            </w:r>
          </w:p>
          <w:p w:rsidR="00132372" w:rsidRPr="00D2744B" w:rsidRDefault="0019669F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Szymańska J.,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profesjonalnej psychoprofilaktyki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458" w:rsidRDefault="00D36458" w:rsidP="00C16ABF">
      <w:pPr>
        <w:spacing w:after="0" w:line="240" w:lineRule="auto"/>
      </w:pPr>
      <w:r>
        <w:separator/>
      </w:r>
    </w:p>
  </w:endnote>
  <w:endnote w:type="continuationSeparator" w:id="0">
    <w:p w:rsidR="00D36458" w:rsidRDefault="00D364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458" w:rsidRDefault="00D36458" w:rsidP="00C16ABF">
      <w:pPr>
        <w:spacing w:after="0" w:line="240" w:lineRule="auto"/>
      </w:pPr>
      <w:r>
        <w:separator/>
      </w:r>
    </w:p>
  </w:footnote>
  <w:footnote w:type="continuationSeparator" w:id="0">
    <w:p w:rsidR="00D36458" w:rsidRDefault="00D3645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D657B"/>
    <w:rsid w:val="001D7B54"/>
    <w:rsid w:val="001E0209"/>
    <w:rsid w:val="001F2CA2"/>
    <w:rsid w:val="001F44C7"/>
    <w:rsid w:val="002144C0"/>
    <w:rsid w:val="00220FDE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C73E6"/>
    <w:rsid w:val="002D3375"/>
    <w:rsid w:val="002D73D4"/>
    <w:rsid w:val="002F02A3"/>
    <w:rsid w:val="002F4ABE"/>
    <w:rsid w:val="003018BA"/>
    <w:rsid w:val="0030395F"/>
    <w:rsid w:val="00305C92"/>
    <w:rsid w:val="00306AB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9A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07763"/>
    <w:rsid w:val="00513B6F"/>
    <w:rsid w:val="00517C63"/>
    <w:rsid w:val="00526C94"/>
    <w:rsid w:val="005363C4"/>
    <w:rsid w:val="00536BDE"/>
    <w:rsid w:val="00543ACC"/>
    <w:rsid w:val="00553E4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C8E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7363"/>
    <w:rsid w:val="0085747A"/>
    <w:rsid w:val="0088356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C8D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63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08D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36458"/>
    <w:rsid w:val="00D425B2"/>
    <w:rsid w:val="00D428D6"/>
    <w:rsid w:val="00D54B3C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7A5"/>
    <w:rsid w:val="00EE32DE"/>
    <w:rsid w:val="00EE5457"/>
    <w:rsid w:val="00F070AB"/>
    <w:rsid w:val="00F17567"/>
    <w:rsid w:val="00F27A7B"/>
    <w:rsid w:val="00F51730"/>
    <w:rsid w:val="00F526AF"/>
    <w:rsid w:val="00F617C3"/>
    <w:rsid w:val="00F7066B"/>
    <w:rsid w:val="00F83B28"/>
    <w:rsid w:val="00F923BD"/>
    <w:rsid w:val="00FA46E5"/>
    <w:rsid w:val="00FB24AC"/>
    <w:rsid w:val="00FB7DBA"/>
    <w:rsid w:val="00FC1C25"/>
    <w:rsid w:val="00FC3F45"/>
    <w:rsid w:val="00FD503F"/>
    <w:rsid w:val="00FD7589"/>
    <w:rsid w:val="00FE2C8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C9B4A-6ADD-4FD5-A55A-B183BC120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921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2020-10-15T11:57:00Z</cp:lastPrinted>
  <dcterms:created xsi:type="dcterms:W3CDTF">2019-11-09T11:34:00Z</dcterms:created>
  <dcterms:modified xsi:type="dcterms:W3CDTF">2021-09-27T10:13:00Z</dcterms:modified>
</cp:coreProperties>
</file>